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926" w:rsidRDefault="002828FD" w:rsidP="002828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828F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How does the fact that the story took place on an island contribute to the story?</w:t>
      </w:r>
    </w:p>
    <w:p w:rsidR="002828FD" w:rsidRDefault="002828FD" w:rsidP="002828FD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828FD" w:rsidRPr="002828FD" w:rsidRDefault="002828FD" w:rsidP="002828FD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828FD" w:rsidRPr="002828FD" w:rsidRDefault="002828FD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828FD" w:rsidRPr="002828FD" w:rsidRDefault="002828FD" w:rsidP="002828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828F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Discuss the various ways that color is used to set a mood in the story. How does such visual language add to the development of the setting?</w:t>
      </w:r>
    </w:p>
    <w:p w:rsidR="002828FD" w:rsidRDefault="002828FD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828FD" w:rsidRDefault="002828FD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828FD" w:rsidRPr="002828FD" w:rsidRDefault="002828FD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828FD" w:rsidRDefault="002828FD" w:rsidP="002828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828F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Is there a difference between hunting humans and animals? Why or why not?</w:t>
      </w:r>
    </w:p>
    <w:p w:rsidR="002828FD" w:rsidRDefault="002828FD" w:rsidP="002828FD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828FD" w:rsidRPr="002828FD" w:rsidRDefault="002828FD" w:rsidP="002828FD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828FD" w:rsidRPr="002828FD" w:rsidRDefault="002828FD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828FD" w:rsidRPr="002828FD" w:rsidRDefault="002828FD" w:rsidP="002828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828F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Is General </w:t>
      </w:r>
      <w:proofErr w:type="spellStart"/>
      <w:r w:rsidRPr="002828F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Zaroff</w:t>
      </w:r>
      <w:proofErr w:type="spellEnd"/>
      <w:r w:rsidRPr="002828F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a credible </w:t>
      </w:r>
      <w:r w:rsidRPr="002828F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(believable) </w:t>
      </w:r>
      <w:r w:rsidRPr="002828F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character? Could such a situation unfold in today’s society? Why or why not?</w:t>
      </w:r>
    </w:p>
    <w:p w:rsidR="002828FD" w:rsidRDefault="002828FD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828FD" w:rsidRDefault="002828FD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828FD" w:rsidRPr="002828FD" w:rsidRDefault="002828FD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828FD" w:rsidRPr="002828FD" w:rsidRDefault="002828FD" w:rsidP="002828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828F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The title "The Most Dangerous Game" can be read in two different ways. Describe them and how they relate to the story.</w:t>
      </w:r>
    </w:p>
    <w:p w:rsidR="002828FD" w:rsidRDefault="002828FD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828FD" w:rsidRDefault="002828FD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828FD" w:rsidRPr="002828FD" w:rsidRDefault="002828FD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828FD" w:rsidRPr="002828FD" w:rsidRDefault="002828FD" w:rsidP="002828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828FD">
        <w:rPr>
          <w:rFonts w:ascii="Times New Roman" w:hAnsi="Times New Roman" w:cs="Times New Roman"/>
          <w:sz w:val="28"/>
          <w:szCs w:val="28"/>
        </w:rPr>
        <w:t xml:space="preserve">What happens in the end?  </w:t>
      </w:r>
    </w:p>
    <w:p w:rsidR="002828FD" w:rsidRDefault="002828FD">
      <w:pPr>
        <w:rPr>
          <w:rFonts w:ascii="Times New Roman" w:hAnsi="Times New Roman" w:cs="Times New Roman"/>
          <w:sz w:val="28"/>
          <w:szCs w:val="28"/>
        </w:rPr>
      </w:pPr>
    </w:p>
    <w:p w:rsidR="002828FD" w:rsidRDefault="002828FD">
      <w:pPr>
        <w:rPr>
          <w:rFonts w:ascii="Times New Roman" w:hAnsi="Times New Roman" w:cs="Times New Roman"/>
          <w:sz w:val="28"/>
          <w:szCs w:val="28"/>
        </w:rPr>
      </w:pPr>
    </w:p>
    <w:p w:rsidR="002828FD" w:rsidRPr="002828FD" w:rsidRDefault="002828FD">
      <w:pPr>
        <w:rPr>
          <w:rFonts w:ascii="Times New Roman" w:hAnsi="Times New Roman" w:cs="Times New Roman"/>
          <w:sz w:val="28"/>
          <w:szCs w:val="28"/>
        </w:rPr>
      </w:pPr>
    </w:p>
    <w:p w:rsidR="002828FD" w:rsidRPr="002828FD" w:rsidRDefault="002828FD" w:rsidP="002828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828FD">
        <w:rPr>
          <w:rFonts w:ascii="Times New Roman" w:hAnsi="Times New Roman" w:cs="Times New Roman"/>
          <w:sz w:val="28"/>
          <w:szCs w:val="28"/>
        </w:rPr>
        <w:t xml:space="preserve">Do you think that </w:t>
      </w:r>
      <w:proofErr w:type="spellStart"/>
      <w:r w:rsidRPr="002828FD">
        <w:rPr>
          <w:rFonts w:ascii="Times New Roman" w:hAnsi="Times New Roman" w:cs="Times New Roman"/>
          <w:sz w:val="28"/>
          <w:szCs w:val="28"/>
        </w:rPr>
        <w:t>Rainsford’s</w:t>
      </w:r>
      <w:proofErr w:type="spellEnd"/>
      <w:r w:rsidRPr="002828FD">
        <w:rPr>
          <w:rFonts w:ascii="Times New Roman" w:hAnsi="Times New Roman" w:cs="Times New Roman"/>
          <w:sz w:val="28"/>
          <w:szCs w:val="28"/>
        </w:rPr>
        <w:t xml:space="preserve"> view on hunting have been changed by his experience of being hunted? Why or why not?</w:t>
      </w:r>
    </w:p>
    <w:p w:rsidR="002828FD" w:rsidRDefault="002828FD">
      <w:pPr>
        <w:rPr>
          <w:rFonts w:ascii="Times New Roman" w:hAnsi="Times New Roman" w:cs="Times New Roman"/>
          <w:sz w:val="28"/>
          <w:szCs w:val="28"/>
        </w:rPr>
      </w:pPr>
    </w:p>
    <w:p w:rsidR="002828FD" w:rsidRDefault="002828FD">
      <w:pPr>
        <w:rPr>
          <w:rFonts w:ascii="Times New Roman" w:hAnsi="Times New Roman" w:cs="Times New Roman"/>
          <w:sz w:val="28"/>
          <w:szCs w:val="28"/>
        </w:rPr>
      </w:pPr>
    </w:p>
    <w:p w:rsidR="002828FD" w:rsidRPr="002828FD" w:rsidRDefault="002828FD">
      <w:pPr>
        <w:rPr>
          <w:rFonts w:ascii="Times New Roman" w:hAnsi="Times New Roman" w:cs="Times New Roman"/>
          <w:sz w:val="28"/>
          <w:szCs w:val="28"/>
        </w:rPr>
      </w:pPr>
    </w:p>
    <w:p w:rsidR="002828FD" w:rsidRPr="002828FD" w:rsidRDefault="002828FD" w:rsidP="002828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828FD">
        <w:rPr>
          <w:rFonts w:ascii="Times New Roman" w:hAnsi="Times New Roman" w:cs="Times New Roman"/>
          <w:sz w:val="28"/>
          <w:szCs w:val="28"/>
        </w:rPr>
        <w:lastRenderedPageBreak/>
        <w:t xml:space="preserve">Look at the character chart in your notebook. Which character traits, do you think, most helped </w:t>
      </w:r>
      <w:proofErr w:type="spellStart"/>
      <w:r w:rsidRPr="002828FD">
        <w:rPr>
          <w:rFonts w:ascii="Times New Roman" w:hAnsi="Times New Roman" w:cs="Times New Roman"/>
          <w:sz w:val="28"/>
          <w:szCs w:val="28"/>
        </w:rPr>
        <w:t>Rainsford</w:t>
      </w:r>
      <w:proofErr w:type="spellEnd"/>
      <w:r w:rsidRPr="002828FD">
        <w:rPr>
          <w:rFonts w:ascii="Times New Roman" w:hAnsi="Times New Roman" w:cs="Times New Roman"/>
          <w:sz w:val="28"/>
          <w:szCs w:val="28"/>
        </w:rPr>
        <w:t xml:space="preserve"> win the game? Explain your thinking.</w:t>
      </w:r>
    </w:p>
    <w:p w:rsidR="002828FD" w:rsidRDefault="002828FD">
      <w:pPr>
        <w:rPr>
          <w:rFonts w:ascii="Times New Roman" w:hAnsi="Times New Roman" w:cs="Times New Roman"/>
          <w:sz w:val="28"/>
          <w:szCs w:val="28"/>
        </w:rPr>
      </w:pPr>
    </w:p>
    <w:p w:rsidR="002828FD" w:rsidRDefault="002828FD">
      <w:pPr>
        <w:rPr>
          <w:rFonts w:ascii="Times New Roman" w:hAnsi="Times New Roman" w:cs="Times New Roman"/>
          <w:sz w:val="28"/>
          <w:szCs w:val="28"/>
        </w:rPr>
      </w:pPr>
    </w:p>
    <w:p w:rsidR="002828FD" w:rsidRPr="002828FD" w:rsidRDefault="002828F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828FD" w:rsidRPr="002828FD" w:rsidRDefault="002828FD" w:rsidP="002828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828FD">
        <w:rPr>
          <w:rFonts w:ascii="Times New Roman" w:hAnsi="Times New Roman" w:cs="Times New Roman"/>
          <w:sz w:val="28"/>
          <w:szCs w:val="28"/>
        </w:rPr>
        <w:t>List two conflicts from the story, identify what type each is, and explain how each conflict was important to the story. How did it help with the plot?</w:t>
      </w:r>
    </w:p>
    <w:sectPr w:rsidR="002828FD" w:rsidRPr="002828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15519"/>
    <w:multiLevelType w:val="hybridMultilevel"/>
    <w:tmpl w:val="EC88E45C"/>
    <w:lvl w:ilvl="0" w:tplc="8D2EBB60">
      <w:start w:val="1"/>
      <w:numFmt w:val="decimal"/>
      <w:lvlText w:val="%1."/>
      <w:lvlJc w:val="left"/>
      <w:pPr>
        <w:ind w:left="720" w:hanging="360"/>
      </w:pPr>
      <w:rPr>
        <w:rFonts w:hint="default"/>
        <w:position w:val="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8FD"/>
    <w:rsid w:val="002828FD"/>
    <w:rsid w:val="0065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8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28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8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8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28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8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C8E76C96</Template>
  <TotalTime>64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FDCSD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Fitzgerald</dc:creator>
  <cp:lastModifiedBy>Sara Fitzgerald</cp:lastModifiedBy>
  <cp:revision>1</cp:revision>
  <cp:lastPrinted>2014-10-23T13:19:00Z</cp:lastPrinted>
  <dcterms:created xsi:type="dcterms:W3CDTF">2014-10-23T13:10:00Z</dcterms:created>
  <dcterms:modified xsi:type="dcterms:W3CDTF">2014-10-23T14:14:00Z</dcterms:modified>
</cp:coreProperties>
</file>